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6C7A57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Default="0085747A" w:rsidP="00F837A4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6C7A57">
        <w:rPr>
          <w:rFonts w:ascii="Corbel" w:hAnsi="Corbel"/>
          <w:sz w:val="20"/>
          <w:szCs w:val="20"/>
        </w:rPr>
        <w:t>4</w:t>
      </w:r>
      <w:r w:rsidR="00FA374B">
        <w:rPr>
          <w:rFonts w:ascii="Corbel" w:hAnsi="Corbel"/>
          <w:sz w:val="20"/>
          <w:szCs w:val="20"/>
        </w:rPr>
        <w:t>/202</w:t>
      </w:r>
      <w:r w:rsidR="006C7A5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760BB" w:rsidRDefault="005002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Praca z rodziną </w:t>
            </w:r>
            <w:r w:rsidR="008E6746">
              <w:rPr>
                <w:rFonts w:ascii="Corbel" w:hAnsi="Corbel"/>
                <w:b w:val="0"/>
                <w:bCs/>
                <w:sz w:val="24"/>
                <w:szCs w:val="24"/>
              </w:rPr>
              <w:t>dysfunkcyjną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A2D3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0A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B641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5002A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5002AA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E30A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CA2" w:rsidRDefault="009A2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podstawowych wiadomości z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teoretycznych podstaw wychowania, </w:t>
            </w:r>
            <w:r w:rsidR="009A2D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profilaktyki społecznej</w:t>
            </w:r>
            <w:r w:rsidR="005002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zjawisk patologii społecznej oraz diagnozy pedagogicznej. </w:t>
            </w:r>
          </w:p>
        </w:tc>
      </w:tr>
    </w:tbl>
    <w:p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85747A" w:rsidRPr="009C54AE" w:rsidTr="00861436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rodzajami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 dysfunkcji w rodzinie</w:t>
            </w:r>
            <w:r>
              <w:rPr>
                <w:rFonts w:ascii="Corbel" w:hAnsi="Corbel"/>
                <w:b w:val="0"/>
                <w:sz w:val="24"/>
                <w:szCs w:val="24"/>
              </w:rPr>
              <w:t>, ich źródłami i konsekwencjami dla funkcjonowania systemu rodzinnego.</w:t>
            </w:r>
          </w:p>
        </w:tc>
      </w:tr>
      <w:tr w:rsidR="006F6B86" w:rsidRPr="009C54AE" w:rsidTr="00861436">
        <w:tc>
          <w:tcPr>
            <w:tcW w:w="843" w:type="dxa"/>
            <w:vAlign w:val="center"/>
          </w:tcPr>
          <w:p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6F6B86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form pomocy i wsparcia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rodziny dysfunkcyjnej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oferowan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 xml:space="preserve">ych </w:t>
            </w:r>
            <w:r>
              <w:rPr>
                <w:rFonts w:ascii="Corbel" w:hAnsi="Corbel"/>
                <w:b w:val="0"/>
                <w:sz w:val="24"/>
                <w:szCs w:val="24"/>
              </w:rPr>
              <w:t>przez różne instytucje społeczne.</w:t>
            </w:r>
          </w:p>
        </w:tc>
      </w:tr>
      <w:tr w:rsidR="00065053" w:rsidRPr="009C54AE" w:rsidTr="00861436">
        <w:tc>
          <w:tcPr>
            <w:tcW w:w="843" w:type="dxa"/>
            <w:vAlign w:val="center"/>
          </w:tcPr>
          <w:p w:rsidR="00065053" w:rsidRDefault="000650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065053" w:rsidRPr="007A529A" w:rsidRDefault="007A529A" w:rsidP="00083C08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w zakresie pracy z rodziną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dysfunkcyjną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zapobiegania rozprzestrzenianiu się </w:t>
            </w:r>
            <w:r w:rsidR="008E6746">
              <w:rPr>
                <w:rFonts w:ascii="Corbel" w:hAnsi="Corbel"/>
                <w:b w:val="0"/>
                <w:sz w:val="24"/>
                <w:szCs w:val="24"/>
              </w:rPr>
              <w:t>kryzysów i dysfunkcji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rodzinach. 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85747A" w:rsidRPr="009C54AE" w:rsidTr="00515E4C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E593F" w:rsidRPr="009C54AE" w:rsidTr="001127CA">
        <w:trPr>
          <w:trHeight w:val="879"/>
        </w:trPr>
        <w:tc>
          <w:tcPr>
            <w:tcW w:w="1680" w:type="dxa"/>
          </w:tcPr>
          <w:p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5E593F" w:rsidRPr="009C54AE" w:rsidRDefault="004413D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rodzaje i źródła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 xml:space="preserve"> dysfunkcji w rodzinie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ich konsekwencje dla funkcjonowania systemu rodzinnego.</w:t>
            </w:r>
          </w:p>
        </w:tc>
        <w:tc>
          <w:tcPr>
            <w:tcW w:w="1865" w:type="dxa"/>
          </w:tcPr>
          <w:p w:rsidR="00353931" w:rsidRPr="009C54AE" w:rsidRDefault="005E593F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DA33C7" w:rsidRPr="009C54AE" w:rsidTr="00515E4C">
        <w:tc>
          <w:tcPr>
            <w:tcW w:w="1680" w:type="dxa"/>
          </w:tcPr>
          <w:p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7A19CC" w:rsidRPr="009C54AE" w:rsidRDefault="00C862BA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formy pomocy i wsparcia dla rodzin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oferowane przez różne instytucje społeczne.</w:t>
            </w:r>
          </w:p>
        </w:tc>
        <w:tc>
          <w:tcPr>
            <w:tcW w:w="1865" w:type="dxa"/>
          </w:tcPr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C77A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  <w:p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:rsidR="006146C2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własną propozycję działań profilaktycznych i interwencyjnych na rzecz rodzin d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ysfunkcyjnych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W13</w:t>
            </w:r>
          </w:p>
          <w:p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:rsidR="006146C2" w:rsidRPr="009C54AE" w:rsidRDefault="00C862BA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potrzebę i skuteczność strategii radzenia sobie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z sytuacjami kryzysowymi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przez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dysfunkcyjne.</w:t>
            </w:r>
          </w:p>
        </w:tc>
        <w:tc>
          <w:tcPr>
            <w:tcW w:w="1865" w:type="dxa"/>
          </w:tcPr>
          <w:p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Zaproponuje narzędzia badawcze umożliwiające diagnozę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:rsidTr="00515E4C">
        <w:tc>
          <w:tcPr>
            <w:tcW w:w="1680" w:type="dxa"/>
          </w:tcPr>
          <w:p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:rsidR="006146C2" w:rsidRDefault="006414AC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Zaplanuje przykładowe działania wspierające rodziny </w:t>
            </w:r>
            <w:r w:rsidR="008E6746">
              <w:rPr>
                <w:rFonts w:ascii="Corbel" w:hAnsi="Corbel"/>
                <w:b w:val="0"/>
                <w:smallCaps w:val="0"/>
                <w:szCs w:val="24"/>
              </w:rPr>
              <w:t>dysfunkcyjne lub zagrożone kryzysem.</w:t>
            </w:r>
          </w:p>
        </w:tc>
        <w:tc>
          <w:tcPr>
            <w:tcW w:w="1865" w:type="dxa"/>
          </w:tcPr>
          <w:p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413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:rsidTr="008958A5">
        <w:tc>
          <w:tcPr>
            <w:tcW w:w="9639" w:type="dxa"/>
          </w:tcPr>
          <w:p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F52C3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– podstawowe pojęcia, typologia rodzin, funkcje i zadania. </w:t>
            </w:r>
            <w:r w:rsidR="00901ABF">
              <w:rPr>
                <w:rFonts w:ascii="Corbel" w:hAnsi="Corbel"/>
                <w:sz w:val="24"/>
                <w:szCs w:val="24"/>
              </w:rPr>
              <w:t xml:space="preserve">Modele i formy życia rodzinnego. </w:t>
            </w:r>
          </w:p>
        </w:tc>
      </w:tr>
      <w:tr w:rsidR="00901ABF" w:rsidRPr="009C54AE" w:rsidTr="00923D7D">
        <w:tc>
          <w:tcPr>
            <w:tcW w:w="9639" w:type="dxa"/>
          </w:tcPr>
          <w:p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rodzinnego.</w:t>
            </w:r>
          </w:p>
        </w:tc>
      </w:tr>
      <w:tr w:rsidR="00901ABF" w:rsidRPr="009C54AE" w:rsidTr="00923D7D">
        <w:tc>
          <w:tcPr>
            <w:tcW w:w="9639" w:type="dxa"/>
          </w:tcPr>
          <w:p w:rsidR="00901ABF" w:rsidRDefault="00901ABF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Prawne aspekty ochrony i wsparcia rodziny.</w:t>
            </w:r>
          </w:p>
        </w:tc>
      </w:tr>
      <w:tr w:rsidR="008E6746" w:rsidRPr="009C54AE" w:rsidTr="00923D7D">
        <w:tc>
          <w:tcPr>
            <w:tcW w:w="9639" w:type="dxa"/>
          </w:tcPr>
          <w:p w:rsidR="008E6746" w:rsidRDefault="008E6746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Rodzina dysfunkcyjna – pojęcie, </w:t>
            </w:r>
            <w:r w:rsidR="00D86DE0">
              <w:rPr>
                <w:rFonts w:ascii="Corbel" w:hAnsi="Corbel"/>
                <w:sz w:val="24"/>
                <w:szCs w:val="24"/>
              </w:rPr>
              <w:t>cechy, rodzaje dysfunkcjonalności.</w:t>
            </w:r>
          </w:p>
        </w:tc>
      </w:tr>
      <w:tr w:rsidR="00D86DE0" w:rsidRPr="009C54AE" w:rsidTr="00923D7D">
        <w:tc>
          <w:tcPr>
            <w:tcW w:w="9639" w:type="dxa"/>
          </w:tcPr>
          <w:p w:rsidR="00D86DE0" w:rsidRDefault="00D86DE0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Role pełnione przez dzieci w rodzinach dysfunkcyjnych.</w:t>
            </w:r>
          </w:p>
        </w:tc>
      </w:tr>
      <w:tr w:rsidR="00314BDA" w:rsidRPr="009C54AE" w:rsidTr="00923D7D">
        <w:tc>
          <w:tcPr>
            <w:tcW w:w="9639" w:type="dxa"/>
          </w:tcPr>
          <w:p w:rsidR="00314BDA" w:rsidRDefault="00D86DE0" w:rsidP="00314B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</w:t>
            </w:r>
            <w:r w:rsidR="00901ABF">
              <w:rPr>
                <w:rFonts w:ascii="Corbel" w:hAnsi="Corbel"/>
                <w:sz w:val="24"/>
                <w:szCs w:val="24"/>
              </w:rPr>
              <w:t>ródła i konsekwencje</w:t>
            </w:r>
            <w:r>
              <w:rPr>
                <w:rFonts w:ascii="Corbel" w:hAnsi="Corbel"/>
                <w:sz w:val="24"/>
                <w:szCs w:val="24"/>
              </w:rPr>
              <w:t xml:space="preserve"> dysfunkcji w rodzinie</w:t>
            </w:r>
            <w:r w:rsidR="00901ABF">
              <w:rPr>
                <w:rFonts w:ascii="Corbel" w:hAnsi="Corbel"/>
                <w:sz w:val="24"/>
                <w:szCs w:val="24"/>
              </w:rPr>
              <w:t>:</w:t>
            </w:r>
          </w:p>
          <w:p w:rsidR="00901ABF" w:rsidRPr="00D86DE0" w:rsidRDefault="00901ABF" w:rsidP="00D86D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 rodzinie,</w:t>
            </w:r>
          </w:p>
          <w:p w:rsidR="00901ABF" w:rsidRPr="00D86DE0" w:rsidRDefault="00901ABF" w:rsidP="00D86DE0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choroba przewlekła i niepełnosprawność,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bezrobocie i ubóstwo,</w:t>
            </w:r>
          </w:p>
          <w:p w:rsidR="00901ABF" w:rsidRDefault="00901ABF" w:rsidP="00901AB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 rodzinie,</w:t>
            </w:r>
          </w:p>
          <w:p w:rsidR="00901ABF" w:rsidRPr="00EE2966" w:rsidRDefault="00901ABF" w:rsidP="00EE296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uzależnienia</w:t>
            </w:r>
            <w:r w:rsidR="00EE29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14BDA" w:rsidRPr="009C54AE" w:rsidTr="00923D7D">
        <w:tc>
          <w:tcPr>
            <w:tcW w:w="9639" w:type="dxa"/>
          </w:tcPr>
          <w:p w:rsidR="00992737" w:rsidRPr="006414AC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radzenia sobie z kryzysem rodzinnym.</w:t>
            </w:r>
          </w:p>
        </w:tc>
      </w:tr>
      <w:tr w:rsidR="00EE2966" w:rsidRPr="009C54AE" w:rsidTr="00923D7D">
        <w:tc>
          <w:tcPr>
            <w:tcW w:w="9639" w:type="dxa"/>
          </w:tcPr>
          <w:p w:rsidR="00EE2966" w:rsidRDefault="00EE2966" w:rsidP="006414A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profilaktyczne, wspierające i pomocowe na rzecz rodzin</w:t>
            </w:r>
            <w:r w:rsidR="00D86DE0">
              <w:rPr>
                <w:rFonts w:ascii="Corbel" w:hAnsi="Corbel"/>
                <w:sz w:val="24"/>
                <w:szCs w:val="24"/>
              </w:rPr>
              <w:t xml:space="preserve"> dysfunkcyjnych</w:t>
            </w:r>
            <w:r>
              <w:rPr>
                <w:rFonts w:ascii="Corbel" w:hAnsi="Corbel"/>
                <w:sz w:val="24"/>
                <w:szCs w:val="24"/>
              </w:rPr>
              <w:t>. Instytucje i</w:t>
            </w:r>
            <w:r w:rsidR="00D86DE0">
              <w:rPr>
                <w:rFonts w:ascii="Corbel" w:hAnsi="Corbel"/>
                <w:sz w:val="24"/>
                <w:szCs w:val="24"/>
              </w:rPr>
              <w:t> </w:t>
            </w:r>
            <w:r>
              <w:rPr>
                <w:rFonts w:ascii="Corbel" w:hAnsi="Corbel"/>
                <w:sz w:val="24"/>
                <w:szCs w:val="24"/>
              </w:rPr>
              <w:t xml:space="preserve">organizacje pracujące z rodzinami </w:t>
            </w:r>
            <w:r w:rsidR="00D86DE0">
              <w:rPr>
                <w:rFonts w:ascii="Corbel" w:hAnsi="Corbel"/>
                <w:sz w:val="24"/>
                <w:szCs w:val="24"/>
              </w:rPr>
              <w:t>dysfunkcyjnymi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EE2966">
        <w:rPr>
          <w:rFonts w:ascii="Corbel" w:hAnsi="Corbel"/>
          <w:b w:val="0"/>
          <w:smallCaps w:val="0"/>
          <w:szCs w:val="24"/>
        </w:rPr>
        <w:t>analiza przypadków.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221B92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:rsidTr="00C05F44">
        <w:tc>
          <w:tcPr>
            <w:tcW w:w="1985" w:type="dxa"/>
          </w:tcPr>
          <w:p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1607D" w:rsidRPr="009C54AE" w:rsidRDefault="00221B92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EE29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E2966" w:rsidRPr="009C54AE" w:rsidRDefault="00EE2966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  <w:r w:rsidR="001352DD">
              <w:rPr>
                <w:rFonts w:ascii="Corbel" w:hAnsi="Corbel"/>
                <w:b w:val="0"/>
                <w:smallCaps w:val="0"/>
                <w:szCs w:val="24"/>
              </w:rPr>
              <w:t xml:space="preserve"> (minimum 51%)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E30A4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21B92">
              <w:rPr>
                <w:rFonts w:ascii="Corbel" w:hAnsi="Corbel"/>
                <w:sz w:val="24"/>
                <w:szCs w:val="24"/>
              </w:rPr>
              <w:t>do kolokwium,</w:t>
            </w:r>
          </w:p>
          <w:p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30A4E">
              <w:rPr>
                <w:rFonts w:ascii="Corbel" w:hAnsi="Corbel"/>
                <w:sz w:val="24"/>
                <w:szCs w:val="24"/>
              </w:rPr>
              <w:t>5</w:t>
            </w:r>
          </w:p>
          <w:p w:rsidR="002A1E87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D23F3">
              <w:rPr>
                <w:rFonts w:ascii="Corbel" w:hAnsi="Corbel"/>
                <w:sz w:val="24"/>
                <w:szCs w:val="24"/>
              </w:rPr>
              <w:t>5</w:t>
            </w:r>
          </w:p>
          <w:p w:rsidR="002A1E87" w:rsidRPr="009C54AE" w:rsidRDefault="00E30A4E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F344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A1E87" w:rsidRPr="009C54AE" w:rsidTr="00F53C06">
        <w:trPr>
          <w:trHeight w:val="428"/>
        </w:trPr>
        <w:tc>
          <w:tcPr>
            <w:tcW w:w="7513" w:type="dxa"/>
          </w:tcPr>
          <w:p w:rsidR="002A1E87" w:rsidRDefault="002A1E87" w:rsidP="00EB5764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1352DD" w:rsidRPr="001352DD" w:rsidRDefault="001352DD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</w:pPr>
            <w:r w:rsidRPr="001352DD">
              <w:rPr>
                <w:rFonts w:ascii="Corbel" w:hAnsi="Corbel"/>
                <w:b w:val="0"/>
                <w:bCs/>
                <w:smallCaps w:val="0"/>
                <w:szCs w:val="24"/>
                <w:u w:val="single"/>
              </w:rPr>
              <w:t>Wybrane fragmenty z następujących pozycji:</w:t>
            </w:r>
          </w:p>
          <w:p w:rsidR="00D86DE0" w:rsidRP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Andrzejewski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praw dziecka w rodzinie dysfunkcyjnej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„Zakamycze”, Kraków 2003. </w:t>
            </w:r>
          </w:p>
          <w:p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Badura-Madej W., Dobrzyńska-Mesterhazy A., </w:t>
            </w:r>
            <w:r w:rsidRPr="00573A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 w rodzinie. Interwencja kryzysowa i psychoterapia,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 Jagielloński, Kraków 2000.</w:t>
            </w:r>
          </w:p>
          <w:p w:rsid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Bębas S., Gucwa-Porębska K., </w:t>
            </w:r>
            <w:r w:rsidR="00DF0A6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Dysfunkcjonalność rodziny: wychowanie – profilaktyka – wsparcie</w:t>
            </w:r>
            <w:r w:rsidR="00DF0A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Wydawnictwo Naukowe UP, </w:t>
            </w:r>
            <w:r w:rsidR="00DF0A6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br/>
              <w:t>Kraków 2022.</w:t>
            </w:r>
          </w:p>
          <w:p w:rsidR="000A217B" w:rsidRDefault="000A217B" w:rsidP="000A217B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Dodziuk A., Spaczyńska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alkoholowa. Jak lepiej ją rozumieć? Tajniki pracy socjalnej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2020.</w:t>
            </w:r>
          </w:p>
          <w:p w:rsidR="000A217B" w:rsidRPr="00DF0A69" w:rsidRDefault="000A217B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Dodziuk A., Spaczyńska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alkoholowa. Jak skutecznie pomagać? Warsztat pracownika socjalnego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2020.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Gawęcka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Wielowymiarowość kryzysu w rodzinie: aspekt interdyscyplinarny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Naukowe Wydawnictwo Piotrkowskie, Piotrków Trybunalski 2009.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Kołdon B., Kurlak J. (red.),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Wokół problematyki pomocy dziecku i rodzinie w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 </w:t>
            </w:r>
            <w:r w:rsidRPr="00AF2F3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sytuacji kryzysowej: podejście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Diecezjalne, Sandomierz 2011.</w:t>
            </w:r>
          </w:p>
          <w:p w:rsidR="002D39F5" w:rsidRP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Korlak-Łukasiewicz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,Zdaniewicz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B5764"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Wsparcie społeczne w sytuacji kryzysowej</w:t>
            </w:r>
            <w:r w:rsidR="00EB57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Uniwersytet Zielonogórski,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Zielona Góra 2016.</w:t>
            </w:r>
          </w:p>
          <w:p w:rsid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Krasiejko I., </w:t>
            </w:r>
            <w:r w:rsidRPr="00573AB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działania asystenta rodziny. Różne modele pracy socjalnej i terapeutycznej z rodziną,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„Śląsk”, Katowice 2012.</w:t>
            </w:r>
          </w:p>
          <w:p w:rsidR="00D86DE0" w:rsidRPr="00D86DE0" w:rsidRDefault="00D86DE0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Krasiejsko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z dziećmi, rodzina dysfunkcyjna: pedagogika, praca socjalna, terapia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2019.</w:t>
            </w:r>
          </w:p>
          <w:p w:rsidR="002D39F5" w:rsidRDefault="002D39F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Kurlak I., Gretkowski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Pomoc dziecku i rodzinie w sytuacji kryzysowej: teoria, historia,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Diecezjalne, Stalowa Wola – Sandomierz 2008. </w:t>
            </w:r>
          </w:p>
          <w:p w:rsidR="00DA384E" w:rsidRDefault="00DA384E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Kurtyka-Chałas J., Truszkowska J. (red.), </w:t>
            </w:r>
            <w:r w:rsidRPr="00F9129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Żałoba i strata – ujęcie interdyscyplinarne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Uniwersytet Kardynała Stefana Wyszyńskiego,  Warszawa 2016.</w:t>
            </w:r>
          </w:p>
          <w:p w:rsidR="00D24625" w:rsidRPr="00D24625" w:rsidRDefault="00D24625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:rsidR="00221B92" w:rsidRPr="00221B92" w:rsidRDefault="00221B92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Matyjas B., </w:t>
            </w:r>
            <w:r w:rsidRPr="00590BD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Dzieciństwo w kryzysie: etiologia zjawiska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ŻAK, Warszawa 2008.</w:t>
            </w:r>
          </w:p>
          <w:p w:rsidR="002A1E87" w:rsidRDefault="00221B92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B.M.,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kryzysie: studium resocjalizacyjne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2012.</w:t>
            </w:r>
          </w:p>
          <w:p w:rsidR="000A217B" w:rsidRPr="00221B92" w:rsidRDefault="000A217B" w:rsidP="00EB57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Szurowska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Rodzina w sytuacji trudnej: zdążyć z pomocą. Cz. I i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2019.</w:t>
            </w:r>
          </w:p>
        </w:tc>
      </w:tr>
      <w:tr w:rsidR="002A1E87" w:rsidRPr="009C54AE" w:rsidTr="00F53C06">
        <w:trPr>
          <w:trHeight w:val="397"/>
        </w:trPr>
        <w:tc>
          <w:tcPr>
            <w:tcW w:w="7513" w:type="dxa"/>
          </w:tcPr>
          <w:p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:rsidR="00EB5764" w:rsidRPr="00EB5764" w:rsidRDefault="00EB5764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Duda M.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Rodzina wobec zagrożeń,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Naukowe Papieskiej Akademii Teologicznej, Kraków 2008.</w:t>
            </w:r>
          </w:p>
          <w:p w:rsidR="0017611D" w:rsidRDefault="0017611D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Forward S.,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Toksyczni rodzice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Jacek Santorski, Warszawa 1992.</w:t>
            </w:r>
          </w:p>
          <w:p w:rsidR="00DA384E" w:rsidRPr="00DA384E" w:rsidRDefault="00DA384E" w:rsidP="001403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Kiliszek E.,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Rodzina wobec zagrożeń, rodzina wobec szans. Socjopsychopedagogika rodziny. Studium rodziny pełnej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DIFIN, Warszawa 2019.</w:t>
            </w:r>
          </w:p>
          <w:p w:rsid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Kowalska-Kantyka M., Kantyka S., </w:t>
            </w:r>
            <w:r w:rsidRPr="009E6B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Możliwość wsparcia rodzin i osób dysfunkcjonalnych przez ośrodki pomocy społecznej,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Wyższa Szkoła Pedagogiczna Towarzystwa Wiedzy Powszechnej, Warszawa 2011.</w:t>
            </w:r>
          </w:p>
          <w:p w:rsidR="00EB5764" w:rsidRPr="00EB5764" w:rsidRDefault="00EB5764" w:rsidP="00EB576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Muszyński W., Sikora E. (red.), </w:t>
            </w:r>
            <w:r w:rsidRPr="0095235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Małżeństwo i rodzina w ponowoczesności: szanse – zagrożenia – patologie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 Adam Marszałek, Toruń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7D9" w:rsidRDefault="000317D9" w:rsidP="00C16ABF">
      <w:pPr>
        <w:spacing w:after="0" w:line="240" w:lineRule="auto"/>
      </w:pPr>
      <w:r>
        <w:separator/>
      </w:r>
    </w:p>
  </w:endnote>
  <w:endnote w:type="continuationSeparator" w:id="1">
    <w:p w:rsidR="000317D9" w:rsidRDefault="000317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7D9" w:rsidRDefault="000317D9" w:rsidP="00C16ABF">
      <w:pPr>
        <w:spacing w:after="0" w:line="240" w:lineRule="auto"/>
      </w:pPr>
      <w:r>
        <w:separator/>
      </w:r>
    </w:p>
  </w:footnote>
  <w:footnote w:type="continuationSeparator" w:id="1">
    <w:p w:rsidR="000317D9" w:rsidRDefault="000317D9" w:rsidP="00C16ABF">
      <w:pPr>
        <w:spacing w:after="0" w:line="240" w:lineRule="auto"/>
      </w:pPr>
      <w:r>
        <w:continuationSeparator/>
      </w:r>
    </w:p>
  </w:footnote>
  <w:footnote w:id="2">
    <w:p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F340B"/>
    <w:multiLevelType w:val="hybridMultilevel"/>
    <w:tmpl w:val="94EC8D72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2900"/>
    <w:rsid w:val="00015B8F"/>
    <w:rsid w:val="00022ECE"/>
    <w:rsid w:val="000317D9"/>
    <w:rsid w:val="00042A51"/>
    <w:rsid w:val="00042D2E"/>
    <w:rsid w:val="00044C82"/>
    <w:rsid w:val="000628F1"/>
    <w:rsid w:val="00065053"/>
    <w:rsid w:val="00070ED6"/>
    <w:rsid w:val="000742DC"/>
    <w:rsid w:val="00083C08"/>
    <w:rsid w:val="00084C12"/>
    <w:rsid w:val="0009462C"/>
    <w:rsid w:val="00094B12"/>
    <w:rsid w:val="00096C46"/>
    <w:rsid w:val="000A217B"/>
    <w:rsid w:val="000A296F"/>
    <w:rsid w:val="000A2A28"/>
    <w:rsid w:val="000B192D"/>
    <w:rsid w:val="000B28EE"/>
    <w:rsid w:val="000B3E37"/>
    <w:rsid w:val="000C77AA"/>
    <w:rsid w:val="000D04B0"/>
    <w:rsid w:val="000E067D"/>
    <w:rsid w:val="000F1C57"/>
    <w:rsid w:val="000F242D"/>
    <w:rsid w:val="000F5615"/>
    <w:rsid w:val="00104223"/>
    <w:rsid w:val="00124BFF"/>
    <w:rsid w:val="0012560E"/>
    <w:rsid w:val="00127108"/>
    <w:rsid w:val="00134B13"/>
    <w:rsid w:val="001352DD"/>
    <w:rsid w:val="001403E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1D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21B92"/>
    <w:rsid w:val="0022477D"/>
    <w:rsid w:val="002278A9"/>
    <w:rsid w:val="002336F9"/>
    <w:rsid w:val="0024028F"/>
    <w:rsid w:val="00244ABC"/>
    <w:rsid w:val="00254093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B6411"/>
    <w:rsid w:val="002C1F06"/>
    <w:rsid w:val="002D3375"/>
    <w:rsid w:val="002D39F5"/>
    <w:rsid w:val="002D73D4"/>
    <w:rsid w:val="002F02A3"/>
    <w:rsid w:val="002F4ABE"/>
    <w:rsid w:val="003018BA"/>
    <w:rsid w:val="0030395F"/>
    <w:rsid w:val="00305C92"/>
    <w:rsid w:val="00314BDA"/>
    <w:rsid w:val="003151C5"/>
    <w:rsid w:val="003343CF"/>
    <w:rsid w:val="00336826"/>
    <w:rsid w:val="00346FE9"/>
    <w:rsid w:val="0034759A"/>
    <w:rsid w:val="003503F6"/>
    <w:rsid w:val="003530DD"/>
    <w:rsid w:val="00353931"/>
    <w:rsid w:val="00363F78"/>
    <w:rsid w:val="0039360C"/>
    <w:rsid w:val="003A0A5B"/>
    <w:rsid w:val="003A1176"/>
    <w:rsid w:val="003A5C40"/>
    <w:rsid w:val="003B6041"/>
    <w:rsid w:val="003C0BAE"/>
    <w:rsid w:val="003D18A9"/>
    <w:rsid w:val="003D6CE2"/>
    <w:rsid w:val="003E1941"/>
    <w:rsid w:val="003E2FE6"/>
    <w:rsid w:val="003E49D5"/>
    <w:rsid w:val="003F38C0"/>
    <w:rsid w:val="003F52C3"/>
    <w:rsid w:val="00414E3C"/>
    <w:rsid w:val="0042244A"/>
    <w:rsid w:val="0042745A"/>
    <w:rsid w:val="00427F02"/>
    <w:rsid w:val="00431D5C"/>
    <w:rsid w:val="004362C6"/>
    <w:rsid w:val="00437FA2"/>
    <w:rsid w:val="004413D7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2AA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0E42"/>
    <w:rsid w:val="0059484D"/>
    <w:rsid w:val="005A0855"/>
    <w:rsid w:val="005A3196"/>
    <w:rsid w:val="005C080F"/>
    <w:rsid w:val="005C545E"/>
    <w:rsid w:val="005C55E5"/>
    <w:rsid w:val="005C696A"/>
    <w:rsid w:val="005E593F"/>
    <w:rsid w:val="005E6E85"/>
    <w:rsid w:val="005E7741"/>
    <w:rsid w:val="005F31D2"/>
    <w:rsid w:val="0061029B"/>
    <w:rsid w:val="006146C2"/>
    <w:rsid w:val="00617230"/>
    <w:rsid w:val="00621CE1"/>
    <w:rsid w:val="00627FC9"/>
    <w:rsid w:val="00632A7F"/>
    <w:rsid w:val="006414AC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C7A5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A9E"/>
    <w:rsid w:val="00787C2A"/>
    <w:rsid w:val="00790E27"/>
    <w:rsid w:val="007A19CC"/>
    <w:rsid w:val="007A4022"/>
    <w:rsid w:val="007A529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A6318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E6746"/>
    <w:rsid w:val="008F12C9"/>
    <w:rsid w:val="008F6E29"/>
    <w:rsid w:val="00901ABF"/>
    <w:rsid w:val="00916188"/>
    <w:rsid w:val="00923D7D"/>
    <w:rsid w:val="009449EE"/>
    <w:rsid w:val="009508DF"/>
    <w:rsid w:val="00950DAC"/>
    <w:rsid w:val="00954A07"/>
    <w:rsid w:val="0098776D"/>
    <w:rsid w:val="00992737"/>
    <w:rsid w:val="009933DD"/>
    <w:rsid w:val="00997F14"/>
    <w:rsid w:val="009A2D32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9F775C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93D2D"/>
    <w:rsid w:val="00BA645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8"/>
    <w:rsid w:val="00C502A9"/>
    <w:rsid w:val="00C5399C"/>
    <w:rsid w:val="00C56036"/>
    <w:rsid w:val="00C61DC5"/>
    <w:rsid w:val="00C67E92"/>
    <w:rsid w:val="00C70A26"/>
    <w:rsid w:val="00C74FB7"/>
    <w:rsid w:val="00C766DF"/>
    <w:rsid w:val="00C821FD"/>
    <w:rsid w:val="00C862BA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2BDE"/>
    <w:rsid w:val="00CF3440"/>
    <w:rsid w:val="00CF78ED"/>
    <w:rsid w:val="00D02B25"/>
    <w:rsid w:val="00D02EBA"/>
    <w:rsid w:val="00D17C3C"/>
    <w:rsid w:val="00D24625"/>
    <w:rsid w:val="00D26B2C"/>
    <w:rsid w:val="00D303D2"/>
    <w:rsid w:val="00D352C9"/>
    <w:rsid w:val="00D425B2"/>
    <w:rsid w:val="00D428D6"/>
    <w:rsid w:val="00D552B2"/>
    <w:rsid w:val="00D56FCE"/>
    <w:rsid w:val="00D608D1"/>
    <w:rsid w:val="00D66496"/>
    <w:rsid w:val="00D74119"/>
    <w:rsid w:val="00D8075B"/>
    <w:rsid w:val="00D8678B"/>
    <w:rsid w:val="00D86DE0"/>
    <w:rsid w:val="00DA2114"/>
    <w:rsid w:val="00DA2A9F"/>
    <w:rsid w:val="00DA33C7"/>
    <w:rsid w:val="00DA384E"/>
    <w:rsid w:val="00DC5CA2"/>
    <w:rsid w:val="00DC73E2"/>
    <w:rsid w:val="00DE09C0"/>
    <w:rsid w:val="00DE4A14"/>
    <w:rsid w:val="00DF0A69"/>
    <w:rsid w:val="00DF320D"/>
    <w:rsid w:val="00DF71C8"/>
    <w:rsid w:val="00E129B8"/>
    <w:rsid w:val="00E21E7D"/>
    <w:rsid w:val="00E22FBC"/>
    <w:rsid w:val="00E24BF5"/>
    <w:rsid w:val="00E25338"/>
    <w:rsid w:val="00E30A4E"/>
    <w:rsid w:val="00E51E44"/>
    <w:rsid w:val="00E63348"/>
    <w:rsid w:val="00E71ABD"/>
    <w:rsid w:val="00E77E88"/>
    <w:rsid w:val="00E8107D"/>
    <w:rsid w:val="00E86F8D"/>
    <w:rsid w:val="00E95079"/>
    <w:rsid w:val="00E960BB"/>
    <w:rsid w:val="00EA2074"/>
    <w:rsid w:val="00EA4832"/>
    <w:rsid w:val="00EA4E9D"/>
    <w:rsid w:val="00EB5764"/>
    <w:rsid w:val="00EC4899"/>
    <w:rsid w:val="00ED03AB"/>
    <w:rsid w:val="00ED32D2"/>
    <w:rsid w:val="00EE2966"/>
    <w:rsid w:val="00EE32DE"/>
    <w:rsid w:val="00EE5457"/>
    <w:rsid w:val="00EF496A"/>
    <w:rsid w:val="00F070AB"/>
    <w:rsid w:val="00F17567"/>
    <w:rsid w:val="00F221C6"/>
    <w:rsid w:val="00F25247"/>
    <w:rsid w:val="00F27A7B"/>
    <w:rsid w:val="00F526AF"/>
    <w:rsid w:val="00F617C3"/>
    <w:rsid w:val="00F62B59"/>
    <w:rsid w:val="00F7066B"/>
    <w:rsid w:val="00F837A4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2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29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2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343C8-6C7E-41C3-A9B7-B2DCE915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463</TotalTime>
  <Pages>1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23</cp:revision>
  <cp:lastPrinted>2019-02-06T12:12:00Z</cp:lastPrinted>
  <dcterms:created xsi:type="dcterms:W3CDTF">2019-10-29T14:56:00Z</dcterms:created>
  <dcterms:modified xsi:type="dcterms:W3CDTF">2024-09-19T22:23:00Z</dcterms:modified>
</cp:coreProperties>
</file>